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04BDD-65D0-44BB-96EB-0B4AA2E35B0C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